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82" w:rsidRPr="0021279D" w:rsidRDefault="000F3E82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0F3E82" w:rsidRPr="00183FCA" w:rsidRDefault="000F3E82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F3E82" w:rsidRPr="00522F08" w:rsidRDefault="000F3E82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</w:t>
      </w:r>
      <w:r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>
        <w:rPr>
          <w:rFonts w:ascii="Times New Roman" w:hAnsi="Times New Roman"/>
          <w:b/>
          <w:sz w:val="24"/>
          <w:szCs w:val="24"/>
          <w:lang w:val="kk-KZ"/>
        </w:rPr>
        <w:t>5</w:t>
      </w:r>
    </w:p>
    <w:p w:rsidR="000F3E82" w:rsidRPr="006804BE" w:rsidRDefault="000F3E82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0FEC">
        <w:rPr>
          <w:rFonts w:ascii="Times New Roman" w:hAnsi="Times New Roman"/>
          <w:b/>
          <w:sz w:val="24"/>
          <w:szCs w:val="24"/>
        </w:rPr>
        <w:t>ЛЕКАРСТВЕННЫХ СРЕДСТВ, ИЗДЕЛИЙ МЕДИЦИНСКОГО НАЗНАЧЕНИЯ СПОСОБОМ ЦЕНОВЫХ ПРЕДЛОЖЕНИЙ</w:t>
      </w:r>
    </w:p>
    <w:p w:rsidR="000F3E82" w:rsidRDefault="000F3E82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17 января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F657D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0F3E82" w:rsidRPr="00DB5F1F" w:rsidRDefault="000F3E82" w:rsidP="00F657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DB5F1F">
        <w:rPr>
          <w:rFonts w:ascii="Times New Roman" w:hAnsi="Times New Roman"/>
          <w:b/>
          <w:sz w:val="28"/>
          <w:szCs w:val="28"/>
        </w:rPr>
        <w:t xml:space="preserve">1.КГП на ПХВ «Центральная районная больница» района Шал акына» Коммунального  Государственного Учреждения «Управления  здравоохранения  акимата  Северо-Казахстанской  области объявляет закуп способом запроса ценовых предложений </w:t>
      </w:r>
      <w:r>
        <w:rPr>
          <w:rFonts w:ascii="Times New Roman" w:hAnsi="Times New Roman"/>
          <w:b/>
          <w:sz w:val="28"/>
          <w:szCs w:val="28"/>
        </w:rPr>
        <w:t xml:space="preserve">лекарственных средств и изделий медицинского назначения для стоматологического кабинета </w:t>
      </w:r>
      <w:r w:rsidRPr="00DB5F1F">
        <w:rPr>
          <w:rFonts w:ascii="Times New Roman" w:hAnsi="Times New Roman"/>
          <w:b/>
          <w:sz w:val="28"/>
          <w:szCs w:val="28"/>
        </w:rPr>
        <w:t xml:space="preserve"> по адресу :  Северо-Казахстанская область, район Шал акына г.Сергеевка ул.Гончара 119.</w:t>
      </w:r>
    </w:p>
    <w:p w:rsidR="000F3E82" w:rsidRPr="00DB5F1F" w:rsidRDefault="000F3E82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2.</w:t>
      </w:r>
      <w:r>
        <w:rPr>
          <w:rFonts w:ascii="Times New Roman" w:hAnsi="Times New Roman"/>
          <w:b/>
          <w:sz w:val="28"/>
          <w:szCs w:val="28"/>
        </w:rPr>
        <w:t>Наименование закупаемого товара</w:t>
      </w:r>
      <w:r w:rsidRPr="00DB5F1F">
        <w:rPr>
          <w:rFonts w:ascii="Times New Roman" w:hAnsi="Times New Roman"/>
          <w:b/>
          <w:sz w:val="28"/>
          <w:szCs w:val="28"/>
        </w:rPr>
        <w:t>: в приложении  №1.</w:t>
      </w:r>
    </w:p>
    <w:p w:rsidR="000F3E82" w:rsidRPr="00DB5F1F" w:rsidRDefault="000F3E82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color w:val="000000"/>
          <w:sz w:val="28"/>
          <w:szCs w:val="28"/>
        </w:rPr>
        <w:t xml:space="preserve">   3.</w:t>
      </w:r>
      <w:r w:rsidRPr="00DB5F1F">
        <w:rPr>
          <w:rFonts w:ascii="Times New Roman" w:hAnsi="Times New Roman"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</w:rPr>
        <w:t xml:space="preserve">Требуемый срок поставки: в приложении №1.     </w:t>
      </w:r>
    </w:p>
    <w:p w:rsidR="000F3E82" w:rsidRPr="00DB5F1F" w:rsidRDefault="000F3E82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  Описание смотреть в приложении  №1.</w:t>
      </w:r>
    </w:p>
    <w:p w:rsidR="000F3E82" w:rsidRPr="00DB5F1F" w:rsidRDefault="000F3E82" w:rsidP="00B20C7B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4. Товар должен быть доставлен:</w:t>
      </w:r>
      <w:r w:rsidRPr="00DB5F1F">
        <w:rPr>
          <w:rFonts w:ascii="Times New Roman" w:hAnsi="Times New Roman"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</w:rPr>
        <w:t>151300, Северо-Казахстанская область, район Шал акына,  г. Сергеевка, ул. Гончара 119</w:t>
      </w:r>
    </w:p>
    <w:p w:rsidR="000F3E82" w:rsidRPr="00DB5F1F" w:rsidRDefault="000F3E82" w:rsidP="00344CD9">
      <w:pPr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Окончательный срок представления пакета документов  09 часов 00 минут </w:t>
      </w:r>
      <w:r>
        <w:rPr>
          <w:rFonts w:ascii="Times New Roman" w:hAnsi="Times New Roman"/>
          <w:b/>
          <w:sz w:val="28"/>
          <w:szCs w:val="28"/>
          <w:lang w:val="kk-KZ"/>
        </w:rPr>
        <w:t>23 января</w:t>
      </w:r>
      <w:r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2019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0F3E82" w:rsidRPr="00DB5F1F" w:rsidRDefault="000F3E82" w:rsidP="00894245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5. Конверты с</w:t>
      </w:r>
      <w:r>
        <w:rPr>
          <w:rFonts w:ascii="Times New Roman" w:hAnsi="Times New Roman"/>
          <w:b/>
          <w:sz w:val="28"/>
          <w:szCs w:val="28"/>
        </w:rPr>
        <w:t xml:space="preserve"> заявками будут вскрываться в 14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>
        <w:rPr>
          <w:rFonts w:ascii="Times New Roman" w:hAnsi="Times New Roman"/>
          <w:b/>
          <w:sz w:val="28"/>
          <w:szCs w:val="28"/>
        </w:rPr>
        <w:t>23 января  2019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 по следующему адресу: 150300, Северо-Казахстанская область, район Шал акына, г. Сергеевка, ул. Гончара 119,</w:t>
      </w:r>
      <w:r>
        <w:rPr>
          <w:rFonts w:ascii="Times New Roman" w:hAnsi="Times New Roman"/>
          <w:b/>
          <w:sz w:val="28"/>
          <w:szCs w:val="28"/>
        </w:rPr>
        <w:t xml:space="preserve">  2 этаж, кабинет главного врача 227</w:t>
      </w:r>
      <w:r w:rsidRPr="00DB5F1F">
        <w:rPr>
          <w:rFonts w:ascii="Times New Roman" w:hAnsi="Times New Roman"/>
          <w:b/>
          <w:sz w:val="28"/>
          <w:szCs w:val="28"/>
        </w:rPr>
        <w:t xml:space="preserve"> кабинет.</w:t>
      </w:r>
    </w:p>
    <w:p w:rsidR="000F3E82" w:rsidRPr="00F657DC" w:rsidRDefault="000F3E82" w:rsidP="00894245">
      <w:pPr>
        <w:tabs>
          <w:tab w:val="left" w:pos="450"/>
        </w:tabs>
        <w:rPr>
          <w:rFonts w:ascii="Times New Roman" w:hAnsi="Times New Roman"/>
          <w:sz w:val="28"/>
          <w:szCs w:val="28"/>
        </w:rPr>
      </w:pPr>
      <w:r w:rsidRPr="00F657DC">
        <w:rPr>
          <w:b/>
          <w:sz w:val="28"/>
          <w:szCs w:val="28"/>
        </w:rPr>
        <w:t xml:space="preserve"> </w:t>
      </w:r>
      <w:r w:rsidRPr="00F657DC">
        <w:rPr>
          <w:rFonts w:ascii="Times New Roman" w:hAnsi="Times New Roman"/>
          <w:sz w:val="28"/>
          <w:szCs w:val="28"/>
        </w:rPr>
        <w:t>Ценовое предложение запечатывается в конверт ,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_____________ (указывается наименование закупаемого товара) и (не вскрывать до _____ ( указываются дата и время вскрытия конверта ,указанное в данном объявлении).</w:t>
      </w:r>
    </w:p>
    <w:p w:rsidR="000F3E82" w:rsidRPr="00F657DC" w:rsidRDefault="000F3E82" w:rsidP="00D5297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ценовыми предложениями.</w:t>
      </w:r>
    </w:p>
    <w:p w:rsidR="000F3E82" w:rsidRPr="007636CF" w:rsidRDefault="000F3E82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657DC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 8 (715-34) 2-20</w:t>
      </w:r>
      <w:r>
        <w:rPr>
          <w:rFonts w:ascii="Times New Roman" w:hAnsi="Times New Roman"/>
          <w:sz w:val="28"/>
          <w:szCs w:val="28"/>
        </w:rPr>
        <w:t>-12, 2-71-10.</w:t>
      </w:r>
    </w:p>
    <w:sectPr w:rsidR="000F3E82" w:rsidRPr="007636CF" w:rsidSect="00E27B9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8551D"/>
    <w:rsid w:val="00090316"/>
    <w:rsid w:val="000B4851"/>
    <w:rsid w:val="000C1264"/>
    <w:rsid w:val="000E7A9D"/>
    <w:rsid w:val="000F3E82"/>
    <w:rsid w:val="00166F7D"/>
    <w:rsid w:val="00170BF4"/>
    <w:rsid w:val="00170DB0"/>
    <w:rsid w:val="00183FCA"/>
    <w:rsid w:val="001F604A"/>
    <w:rsid w:val="0021279D"/>
    <w:rsid w:val="0021532B"/>
    <w:rsid w:val="00233C64"/>
    <w:rsid w:val="0024489C"/>
    <w:rsid w:val="002E7166"/>
    <w:rsid w:val="00333BE5"/>
    <w:rsid w:val="00344CD9"/>
    <w:rsid w:val="003F4B6A"/>
    <w:rsid w:val="00400937"/>
    <w:rsid w:val="00402591"/>
    <w:rsid w:val="00420810"/>
    <w:rsid w:val="004854B0"/>
    <w:rsid w:val="00522F08"/>
    <w:rsid w:val="005667F2"/>
    <w:rsid w:val="005777D3"/>
    <w:rsid w:val="005B4CB3"/>
    <w:rsid w:val="005D331E"/>
    <w:rsid w:val="006119FE"/>
    <w:rsid w:val="006624AB"/>
    <w:rsid w:val="00676740"/>
    <w:rsid w:val="006804BE"/>
    <w:rsid w:val="00681D76"/>
    <w:rsid w:val="006C7234"/>
    <w:rsid w:val="006D154B"/>
    <w:rsid w:val="006D2C5A"/>
    <w:rsid w:val="006D5FDA"/>
    <w:rsid w:val="006E4EC2"/>
    <w:rsid w:val="007279D4"/>
    <w:rsid w:val="00750775"/>
    <w:rsid w:val="007636CF"/>
    <w:rsid w:val="00774962"/>
    <w:rsid w:val="00782F29"/>
    <w:rsid w:val="00820FEC"/>
    <w:rsid w:val="00834776"/>
    <w:rsid w:val="00843E24"/>
    <w:rsid w:val="00864C34"/>
    <w:rsid w:val="00866747"/>
    <w:rsid w:val="00867ED7"/>
    <w:rsid w:val="00894245"/>
    <w:rsid w:val="008B561F"/>
    <w:rsid w:val="008C4FF5"/>
    <w:rsid w:val="009A68C1"/>
    <w:rsid w:val="009B007A"/>
    <w:rsid w:val="00A013AF"/>
    <w:rsid w:val="00A46437"/>
    <w:rsid w:val="00A70C5C"/>
    <w:rsid w:val="00A95D30"/>
    <w:rsid w:val="00AE14C2"/>
    <w:rsid w:val="00B20C7B"/>
    <w:rsid w:val="00B379C3"/>
    <w:rsid w:val="00B450BD"/>
    <w:rsid w:val="00B84448"/>
    <w:rsid w:val="00B97417"/>
    <w:rsid w:val="00C2465B"/>
    <w:rsid w:val="00C52900"/>
    <w:rsid w:val="00C87403"/>
    <w:rsid w:val="00CA637F"/>
    <w:rsid w:val="00CC3FBC"/>
    <w:rsid w:val="00CD0167"/>
    <w:rsid w:val="00D5297D"/>
    <w:rsid w:val="00D85D30"/>
    <w:rsid w:val="00D94E23"/>
    <w:rsid w:val="00DB5F1F"/>
    <w:rsid w:val="00DE2068"/>
    <w:rsid w:val="00DE4B14"/>
    <w:rsid w:val="00DF12DB"/>
    <w:rsid w:val="00DF76FD"/>
    <w:rsid w:val="00E2353B"/>
    <w:rsid w:val="00E27B93"/>
    <w:rsid w:val="00E65B47"/>
    <w:rsid w:val="00E919AF"/>
    <w:rsid w:val="00EA4701"/>
    <w:rsid w:val="00EA4891"/>
    <w:rsid w:val="00F25FB7"/>
    <w:rsid w:val="00F324D3"/>
    <w:rsid w:val="00F60CF8"/>
    <w:rsid w:val="00F657DC"/>
    <w:rsid w:val="00FA088F"/>
    <w:rsid w:val="00FB5579"/>
    <w:rsid w:val="00FD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6F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E27B93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</TotalTime>
  <Pages>1</Pages>
  <Words>269</Words>
  <Characters>1534</Characters>
  <Application>Microsoft Office Outlook</Application>
  <DocSecurity>0</DocSecurity>
  <Lines>0</Lines>
  <Paragraphs>0</Paragraphs>
  <ScaleCrop>false</ScaleCrop>
  <Company>OB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User</cp:lastModifiedBy>
  <cp:revision>75</cp:revision>
  <cp:lastPrinted>2017-01-27T04:07:00Z</cp:lastPrinted>
  <dcterms:created xsi:type="dcterms:W3CDTF">2017-02-01T08:06:00Z</dcterms:created>
  <dcterms:modified xsi:type="dcterms:W3CDTF">2019-01-17T09:17:00Z</dcterms:modified>
</cp:coreProperties>
</file>